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683" w:rsidRPr="00363721" w:rsidRDefault="00D92683">
      <w:r w:rsidRPr="00363721">
        <w:t>Neyshalie Marie Aponte</w:t>
      </w:r>
    </w:p>
    <w:p w:rsidR="00D92683" w:rsidRPr="00363721" w:rsidRDefault="00D92683">
      <w:r w:rsidRPr="00363721">
        <w:t xml:space="preserve">Humanities English </w:t>
      </w:r>
      <w:r w:rsidRPr="00363721">
        <w:tab/>
      </w:r>
    </w:p>
    <w:p w:rsidR="00D92683" w:rsidRPr="00363721" w:rsidRDefault="00D92683"/>
    <w:p w:rsidR="00D92683" w:rsidRPr="00363721" w:rsidRDefault="00D92683" w:rsidP="00E20543">
      <w:pPr>
        <w:spacing w:line="480" w:lineRule="auto"/>
      </w:pPr>
      <w:r w:rsidRPr="00363721">
        <w:t xml:space="preserve">                                                  “Children of the Sea “</w:t>
      </w:r>
    </w:p>
    <w:p w:rsidR="00D92683" w:rsidRPr="00363721" w:rsidRDefault="00D92683" w:rsidP="00E20543">
      <w:pPr>
        <w:spacing w:line="480" w:lineRule="auto"/>
      </w:pPr>
      <w:r w:rsidRPr="00363721">
        <w:t xml:space="preserve"> </w:t>
      </w:r>
    </w:p>
    <w:p w:rsidR="00D92683" w:rsidRDefault="00D92683" w:rsidP="00E20543">
      <w:pPr>
        <w:spacing w:line="480" w:lineRule="auto"/>
        <w:ind w:firstLine="720"/>
      </w:pPr>
      <w:r w:rsidRPr="00363721">
        <w:t xml:space="preserve">In “Children of the Sea “conflict was the basic theme in the whole story. However, in the book all of the little problems became a huge conflict. This book is good to read because it’s helping people say and think that not everybody is perfect and that all kinds of people have problems. Also this book talks about the way that the immigrants were back then and how they were treated in </w:t>
      </w:r>
      <w:smartTag w:uri="urn:schemas-microsoft-com:office:smarttags" w:element="country-region">
        <w:smartTag w:uri="urn:schemas-microsoft-com:office:smarttags" w:element="place">
          <w:r w:rsidRPr="00363721">
            <w:t>Haiti</w:t>
          </w:r>
        </w:smartTag>
      </w:smartTag>
      <w:r w:rsidRPr="00363721">
        <w:t xml:space="preserve">. This book is emotional and I think this is one of the best books that I have read because while I was reading it I thought of  all the problems that could happen to us down here in Lawrence or even in Massachusetts . In </w:t>
      </w:r>
      <w:r>
        <w:t xml:space="preserve">this book there were 3 main details that were important to me.  Nobody could ever survive in a place like that. </w:t>
      </w:r>
    </w:p>
    <w:p w:rsidR="00D92683" w:rsidRDefault="00D92683" w:rsidP="00E20543">
      <w:pPr>
        <w:spacing w:line="480" w:lineRule="auto"/>
      </w:pPr>
      <w:r>
        <w:tab/>
        <w:t xml:space="preserve"> I was thinking about conflict that happen in the story and I thought about the conflict that was with the girl. In the story the girl wanted to kill herself or something to kill her. When I saw this quote I thought that people back then all wanted to get killed, from how bad things were.  In the story she was just sitting down and then that’s when she saw how people die when others start to shot each other or even the people that try to escape from </w:t>
      </w:r>
      <w:smartTag w:uri="urn:schemas-microsoft-com:office:smarttags" w:element="country-region">
        <w:smartTag w:uri="urn:schemas-microsoft-com:office:smarttags" w:element="place">
          <w:r>
            <w:t>Haiti</w:t>
          </w:r>
        </w:smartTag>
      </w:smartTag>
      <w:r>
        <w:t xml:space="preserve"> to go to Ville Rose so that they could actually live. In stead of dying in a place like that they would all search for gas since the gas stations are closed because the militias didn’t let anyone leave so without gas they can’t even go to the corner. I thought that she wanted to kill herself because it said .I wish that one of those bullets would hit me.” I found this quote on page 11 in the first paragraph.</w:t>
      </w:r>
    </w:p>
    <w:p w:rsidR="00D92683" w:rsidRDefault="00D92683" w:rsidP="00E20543">
      <w:pPr>
        <w:spacing w:line="480" w:lineRule="auto"/>
        <w:ind w:firstLine="720"/>
      </w:pPr>
      <w:r>
        <w:t>The other conflict that I was reading about that I liked that thought was important in “Children of the Sea “is after Celianne gave birth everybody was telling that they would like to throw her baby out the boat to the water. When we were reading this part of the story we wondered why they would want to throw a new born baby out of the water. The baby was died so they didn’t want to carry a died baby on board because since there was holes in the boat already they needed to dump out thing of the water so that the water would stop coming in the boat so that they wouldn’t sink. This is a big conflict for her because she was only 15 when she got pregnant and being a mom. She didn’t really want to give up her baby even though she was young, because that was her baby and she wouldn’t want to give it up. This quote that was saying when people wanted to throw the baby off the boat was on page 25 in the 1</w:t>
      </w:r>
      <w:r w:rsidRPr="002F4CA7">
        <w:rPr>
          <w:vertAlign w:val="superscript"/>
        </w:rPr>
        <w:t>st</w:t>
      </w:r>
      <w:r>
        <w:t xml:space="preserve"> paragraph were it says “people on the boat were volunteering to throw the baby overboard.” This is an emotional conflict in the story because I don’t think that anybody is going to want to throw their baby off board even if the baby is alive or dead. I think that it would be depressing to throw a baby off board so maybe that’s the reason why Celianne throw herself off board with her baby. </w:t>
      </w:r>
    </w:p>
    <w:p w:rsidR="00D92683" w:rsidRDefault="00D92683" w:rsidP="00E20543">
      <w:pPr>
        <w:spacing w:line="480" w:lineRule="auto"/>
        <w:ind w:firstLine="720"/>
      </w:pPr>
      <w:r>
        <w:t>The last conflict that was important that I thought was a tremendous problem is when certain people argue and others here it then they want to fight for what is not their problem. For this problem I am going to conclude how the mom and dad started to argue and put their hands on each other. The mom and dad were arguing to save madam roger from the fighting that was happening when the militias wanted to kill madam Rogers son  but since they had already kid her son they then killed her because they thought that she was lying about her son being dead already and only having the head to her son. The was tons of quotes that were saying when the dad grabbed the mom and pulled her to the wall. These quote were on page 16 in the 1</w:t>
      </w:r>
      <w:r w:rsidRPr="009E23BE">
        <w:rPr>
          <w:vertAlign w:val="superscript"/>
        </w:rPr>
        <w:t>st</w:t>
      </w:r>
      <w:r>
        <w:t xml:space="preserve"> paragraph were it says” Manman whispers ,we cannot just stay here and let them kill her, Manman started moving like if she was going out the door. Papa grabs her neck and pins her to the latrine wall. Tomorrow we are going to Ville Rose he says, you will not spoil this for the family. I think that it’s horrible to be living in a place with so many problems because even maybe you would tell yourself that you would like to die because of all the problems that happen there.</w:t>
      </w:r>
    </w:p>
    <w:p w:rsidR="00D92683" w:rsidRPr="00363721" w:rsidRDefault="00D92683" w:rsidP="00E20543">
      <w:pPr>
        <w:spacing w:line="480" w:lineRule="auto"/>
        <w:ind w:firstLine="720"/>
      </w:pPr>
      <w:r>
        <w:t xml:space="preserve">In the story “Children of the Sea” I think that it teaches a lot of lessons to young people and even to older people in life. The lessons in this story teaches me that not everything in life is important and that nobody is a perfect or has a perfect life because everybody has problems and they should all deal with their problems the same way. The lessons also teach me how </w:t>
      </w:r>
      <w:smartTag w:uri="urn:schemas-microsoft-com:office:smarttags" w:element="place">
        <w:smartTag w:uri="urn:schemas-microsoft-com:office:smarttags" w:element="country-region">
          <w:r>
            <w:t>Haiti</w:t>
          </w:r>
        </w:smartTag>
      </w:smartTag>
      <w:r>
        <w:t xml:space="preserve"> was back then with all those new and old immigrants. There are lessons that teach me lot of things now in this life.</w:t>
      </w:r>
    </w:p>
    <w:sectPr w:rsidR="00D92683" w:rsidRPr="00363721" w:rsidSect="00357DF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3B82"/>
    <w:rsid w:val="00006540"/>
    <w:rsid w:val="00165D18"/>
    <w:rsid w:val="002C464A"/>
    <w:rsid w:val="002F4CA7"/>
    <w:rsid w:val="003537A4"/>
    <w:rsid w:val="00357DF3"/>
    <w:rsid w:val="00363721"/>
    <w:rsid w:val="004075E0"/>
    <w:rsid w:val="004A7A06"/>
    <w:rsid w:val="005B6E27"/>
    <w:rsid w:val="008C3C73"/>
    <w:rsid w:val="009E23BE"/>
    <w:rsid w:val="00AE3B82"/>
    <w:rsid w:val="00B932A3"/>
    <w:rsid w:val="00B939CE"/>
    <w:rsid w:val="00BA4BE3"/>
    <w:rsid w:val="00D000CD"/>
    <w:rsid w:val="00D92683"/>
    <w:rsid w:val="00E205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DF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706</Words>
  <Characters>4028</Characters>
  <Application>Microsoft Office Outlook</Application>
  <DocSecurity>0</DocSecurity>
  <Lines>0</Lines>
  <Paragraphs>0</Paragraphs>
  <ScaleCrop>false</ScaleCrop>
  <Company>LPS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Neyshalie Marie Aponte</dc:title>
  <dc:subject/>
  <dc:creator>Administrator</dc:creator>
  <cp:keywords/>
  <dc:description/>
  <cp:lastModifiedBy>Administrator</cp:lastModifiedBy>
  <cp:revision>2</cp:revision>
  <dcterms:created xsi:type="dcterms:W3CDTF">2010-10-19T15:52:00Z</dcterms:created>
  <dcterms:modified xsi:type="dcterms:W3CDTF">2010-10-19T15:52:00Z</dcterms:modified>
</cp:coreProperties>
</file>